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A4" w:rsidRDefault="00877D20">
      <w:r w:rsidRPr="00877D20">
        <w:rPr>
          <w:noProof/>
        </w:rPr>
        <w:pict>
          <v:group id="Grup 10" o:spid="_x0000_s1026" style="position:absolute;margin-left:0;margin-top:0;width:101.5pt;height:842.4pt;z-index:251660288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zluIYOwQAAEkPAAAOAAAAAAAAAAAA&#10;AAAAAC4CAABkcnMvZTJvRG9jLnhtbFBLAQItABQABgAIAAAAIQANYwAz2wAAAAYBAAAPAAAAAAAA&#10;AAAAAAAAAJUGAABkcnMvZG93bnJldi54bWxQSwUGAAAAAAQABADzAAAAnQcAAAAA&#10;">
            <v:rect id="Rectangle 147" o:spid="_x0000_s1027" style="position:absolute;left:2020;width:9601;height:106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Uo8AA&#10;AADaAAAADwAAAGRycy9kb3ducmV2LnhtbERPz2vCMBS+D/Y/hDfwpqlCRapRxjbBgx6mjl0fzbOp&#10;Ni8libb61y+DwY4f3+/FqreNuJEPtWMF41EGgrh0uuZKwfGwHs5AhIissXFMCu4UYLV8flpgoV3H&#10;n3Tbx0qkEA4FKjAxtoWUoTRkMYxcS5y4k/MWY4K+ktpjl8JtIydZNpUWa04NBlt6M1Re9lebZpiy&#10;/sgf38bL920+6cx6fN59KTV46V/nICL18V/8595oBTn8Xkl+kM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AUo8AAAADaAAAADwAAAAAAAAAAAAAAAACYAgAAZHJzL2Rvd25y&#10;ZXYueG1sUEsFBgAAAAAEAAQA9QAAAIUDAAAAAA==&#10;" fillcolor="#feb686" stroked="f" strokecolor="#bfb675">
              <v:fill color2="#fe8637 [3204]" rotate="t" angle="90" focus="100%" type="gradien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8" o:spid="_x0000_s1028" type="#_x0000_t32" style="position:absolute;width:0;height:1069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wvg8QAAADaAAAADwAAAGRycy9kb3ducmV2LnhtbESPzWrDMBCE74W8g9hCbo3cpiTBjWKc&#10;QMElp/wcclysrWVirYyl2G6evgoUehxm5htmnY22ET11vnas4HWWgCAuna65UnA+fb6sQPiArLFx&#10;TAp+yEO2mTytMdVu4AP1x1CJCGGfogITQptK6UtDFv3MtcTR+3adxRBlV0nd4RDhtpFvSbKQFmuO&#10;CwZb2hkqr8ebVbCc3675e9t83ZN9YYY7H/Cy2yo1fR7zDxCBxvAf/msXWsECHlfiD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C+DxAAAANoAAAAPAAAAAAAAAAAA&#10;AAAAAKECAABkcnMvZG93bnJldi54bWxQSwUGAAAAAAQABAD5AAAAkgMAAAAA&#10;" strokecolor="#feceae" strokeweight="1pt"/>
            <v:shape id="AutoShape 149" o:spid="_x0000_s1029" type="#_x0000_t32" style="position:absolute;left:12865;width:0;height:1069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Pj9sMAAADaAAAADwAAAGRycy9kb3ducmV2LnhtbESPQWsCMRSE7wX/Q3hCbzVbC1a2RimC&#10;6KEUuorg7bF5bpZuXmIS1+2/b4RCj8PMfMMsVoPtRE8hto4VPE8KEMS10y03Cg77zdMcREzIGjvH&#10;pOCHIqyWo4cFltrd+Iv6KjUiQziWqMCk5EspY23IYpw4T5y9swsWU5ahkTrgLcNtJ6dFMZMWW84L&#10;Bj2tDdXf1dUq+Ag2mm3FL9ej7z8vhT9V5+NJqcfx8P4GItGQ/sN/7Z1W8Ar3K/kG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z4/bDAAAA2gAAAA8AAAAAAAAAAAAA&#10;AAAAoQIAAGRycy9kb3ducmV2LnhtbFBLBQYAAAAABAAEAPkAAACRAwAAAAA=&#10;" strokecolor="#fe8637 [3204]" strokeweight="2.25pt"/>
            <v:shape id="AutoShape 150" o:spid="_x0000_s1030" type="#_x0000_t32" style="position:absolute;left:1701;width:0;height:1069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FRAL4AAADaAAAADwAAAGRycy9kb3ducmV2LnhtbERPyYoCMRC9D/gPoQRvY1qFYWiN4goy&#10;MgeXDyiS6gU7lTaJ2v795DDg8fH22aKzjXiQD7VjBaNhBoJYO1NzqeBy3n1+gwgR2WDjmBS8KMBi&#10;3vuYYW7ck4/0OMVSpBAOOSqoYmxzKYOuyGIYupY4cYXzFmOCvpTG4zOF20aOs+xLWqw5NVTY0roi&#10;fT3drYLJy9+03tx+NuPfQ7srVsXWX6VSg363nIKI1MW3+N+9NwrS1nQl3QA5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gVEAvgAAANoAAAAPAAAAAAAAAAAAAAAAAKEC&#10;AABkcnMvZG93bnJldi54bWxQSwUGAAAAAAQABAD5AAAAjAMAAAAA&#10;" strokecolor="#feceae" strokeweight="4.5pt"/>
            <w10:wrap type="square" anchorx="page" anchory="page"/>
          </v:group>
        </w:pict>
      </w:r>
      <w:r w:rsidRPr="00877D20">
        <w:rPr>
          <w:noProof/>
        </w:rPr>
        <w:pict>
          <v:rect id="Dikdörtgen 151" o:spid="_x0000_s1031" style="position:absolute;margin-left:0;margin-top:0;width:74.05pt;height:791.9pt;z-index:251661312;visibility:visible;mso-height-percent:1000;mso-left-percent:830;mso-position-horizontal-relative:page;mso-position-vertical:center;mso-position-vertical-relative:page;mso-height-percent:1000;mso-left-percent:83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" o:allowincell="f" filled="f" stroked="f" strokecolor="black [3213]">
            <v:textbox style="layout-flow:vertical" inset="3.6pt,54pt,3.6pt,54pt">
              <w:txbxContent>
                <w:p w:rsidR="004064A4" w:rsidRDefault="004064A4">
                  <w:pPr>
                    <w:pStyle w:val="GndereninAdresi"/>
                    <w:rPr>
                      <w:rFonts w:asciiTheme="majorHAnsi" w:eastAsiaTheme="majorEastAsia" w:hAnsiTheme="majorHAnsi" w:cstheme="majorBidi"/>
                      <w:caps/>
                      <w:sz w:val="44"/>
                      <w:szCs w:val="44"/>
                    </w:rPr>
                  </w:pPr>
                </w:p>
                <w:p w:rsidR="004064A4" w:rsidRDefault="004064A4">
                  <w:pPr>
                    <w:pStyle w:val="GndereninAdresi"/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rect>
        </w:pict>
      </w:r>
    </w:p>
    <w:p w:rsidR="004064A4" w:rsidRDefault="00877D20">
      <w:pPr>
        <w:pStyle w:val="Tarih"/>
        <w:rPr>
          <w:rStyle w:val="Gl"/>
          <w:b/>
        </w:rPr>
      </w:pPr>
      <w:sdt>
        <w:sdtPr>
          <w:id w:val="2101955"/>
          <w:placeholder>
            <w:docPart w:val="02ECFD7310524CD089547C55FAF34AD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10-19T00:00:00Z">
            <w:dateFormat w:val="dd.MM.yyyy"/>
            <w:lid w:val="tr-TR"/>
            <w:storeMappedDataAs w:val="dateTime"/>
            <w:calendar w:val="gregorian"/>
          </w:date>
        </w:sdtPr>
        <w:sdtContent>
          <w:r w:rsidR="0046383D">
            <w:t>19.10.2016</w:t>
          </w:r>
        </w:sdtContent>
      </w:sdt>
    </w:p>
    <w:p w:rsidR="00117C1F" w:rsidRPr="00117C1F" w:rsidRDefault="00117C1F">
      <w:pPr>
        <w:pStyle w:val="AlcAd"/>
        <w:rPr>
          <w:rStyle w:val="Gl"/>
          <w:b/>
        </w:rPr>
      </w:pPr>
      <w:r w:rsidRPr="00117C1F">
        <w:rPr>
          <w:rStyle w:val="Gl"/>
          <w:b/>
        </w:rPr>
        <w:t>THY GenelMüdürlük</w:t>
      </w:r>
    </w:p>
    <w:p w:rsidR="004064A4" w:rsidRDefault="00117C1F">
      <w:pPr>
        <w:pStyle w:val="AlcAd"/>
        <w:rPr>
          <w:rStyle w:val="Gl"/>
        </w:rPr>
      </w:pPr>
      <w:r w:rsidRPr="00117C1F">
        <w:rPr>
          <w:rStyle w:val="Gl"/>
        </w:rPr>
        <w:t>TürkHavaYollarıGenelYönetimBinası Atatürk Havalimanı, Yeşilköy 34149 İstanbul, Türkiye</w:t>
      </w:r>
    </w:p>
    <w:p w:rsidR="00117C1F" w:rsidRDefault="00117C1F">
      <w:pPr>
        <w:pStyle w:val="AlcAd"/>
        <w:rPr>
          <w:rStyle w:val="Gl"/>
        </w:rPr>
      </w:pPr>
    </w:p>
    <w:p w:rsidR="00117C1F" w:rsidRDefault="00117C1F">
      <w:pPr>
        <w:pStyle w:val="AlcAd"/>
        <w:rPr>
          <w:rStyle w:val="Gl"/>
        </w:rPr>
      </w:pPr>
    </w:p>
    <w:p w:rsidR="004064A4" w:rsidRDefault="0046383D">
      <w:pPr>
        <w:pStyle w:val="Selamlama"/>
      </w:pPr>
      <w:r>
        <w:t xml:space="preserve">Dear </w:t>
      </w:r>
      <w:r w:rsidR="00117C1F">
        <w:t xml:space="preserve"> Turkish Airlines M</w:t>
      </w:r>
      <w:r w:rsidR="00117C1F" w:rsidRPr="00117C1F">
        <w:t>anagement</w:t>
      </w:r>
      <w:r w:rsidR="0026680D">
        <w:t xml:space="preserve"> ,</w:t>
      </w:r>
    </w:p>
    <w:p w:rsidR="00E11B66" w:rsidRDefault="00866807" w:rsidP="00C644EC">
      <w:r>
        <w:t xml:space="preserve">I am writing in response to your advertisement in </w:t>
      </w:r>
      <w:r w:rsidR="0026680D" w:rsidRPr="0026680D">
        <w:t>your webpage</w:t>
      </w:r>
      <w:r w:rsidR="00DC2E65">
        <w:t xml:space="preserve"> of 18 October </w:t>
      </w:r>
      <w:r w:rsidR="00E11B66">
        <w:t>2012 regarding the post of Translator</w:t>
      </w:r>
      <w:r w:rsidR="00117C1F">
        <w:t xml:space="preserve"> in Trabzon</w:t>
      </w:r>
      <w:r w:rsidR="00E11B66">
        <w:t>. Please find enclosed my CV summarizing my education,qualifications and experience.</w:t>
      </w:r>
    </w:p>
    <w:p w:rsidR="0026680D" w:rsidRDefault="0026680D" w:rsidP="00C644EC">
      <w:r>
        <w:t>Since graduating from Karadeniz Te</w:t>
      </w:r>
      <w:r w:rsidR="00A220D4">
        <w:t>chnical</w:t>
      </w:r>
      <w:r w:rsidR="00CC495C">
        <w:t xml:space="preserve"> </w:t>
      </w:r>
      <w:r w:rsidR="00A220D4">
        <w:t>U</w:t>
      </w:r>
      <w:r>
        <w:t>niversit</w:t>
      </w:r>
      <w:r w:rsidR="00A220D4">
        <w:t>y</w:t>
      </w:r>
      <w:r>
        <w:t xml:space="preserve"> I have been working for </w:t>
      </w:r>
      <w:r w:rsidR="00FF5596">
        <w:t>Karadeniz</w:t>
      </w:r>
      <w:r w:rsidR="00A220D4">
        <w:t>Technical University</w:t>
      </w:r>
      <w:r w:rsidR="00FF5596">
        <w:t xml:space="preserve"> as a </w:t>
      </w:r>
      <w:r w:rsidR="00FF5596" w:rsidRPr="00FF5596">
        <w:t>research assistant</w:t>
      </w:r>
      <w:r w:rsidR="00474641">
        <w:t xml:space="preserve"> on a contract basis. I have become particularly interested in translating texts. Now I wish to develop my career in that direction.</w:t>
      </w:r>
    </w:p>
    <w:p w:rsidR="00474641" w:rsidRDefault="00474641" w:rsidP="00C644EC">
      <w:r>
        <w:t>I would welcome the chance to work as part of a your company where I could make a significant contribution while developing my skills yet futher. I would be happy to show you a portfolio of my work.</w:t>
      </w:r>
    </w:p>
    <w:p w:rsidR="00474641" w:rsidRDefault="00474641" w:rsidP="00C644EC">
      <w:r>
        <w:t>I am available for interview next week and look forward to hearing from you.</w:t>
      </w:r>
    </w:p>
    <w:p w:rsidR="004064A4" w:rsidRDefault="00474641">
      <w:pPr>
        <w:pStyle w:val="Kapan"/>
      </w:pPr>
      <w:r>
        <w:rPr>
          <w:color w:val="auto"/>
        </w:rPr>
        <w:t>Your Sincerely</w:t>
      </w:r>
      <w:bookmarkStart w:id="0" w:name="_GoBack"/>
      <w:bookmarkEnd w:id="0"/>
    </w:p>
    <w:sdt>
      <w:sdtPr>
        <w:rPr>
          <w:sz w:val="22"/>
        </w:rPr>
        <w:id w:val="86959101"/>
        <w:placeholder>
          <w:docPart w:val="657BD94A701E495AAF2F649C9C587AFE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4064A4" w:rsidRPr="00A220D4" w:rsidRDefault="00CC495C">
          <w:pPr>
            <w:pStyle w:val="mza"/>
            <w:rPr>
              <w:sz w:val="22"/>
            </w:rPr>
          </w:pPr>
          <w:r>
            <w:rPr>
              <w:sz w:val="22"/>
              <w:lang w:val="tr-TR"/>
            </w:rPr>
            <w:t>GÖNÜL TOPDAĞ</w:t>
          </w:r>
        </w:p>
      </w:sdtContent>
    </w:sdt>
    <w:sdt>
      <w:sdtPr>
        <w:id w:val="86959114"/>
        <w:placeholder>
          <w:docPart w:val="B8A6207A1A994C83B6D31F7E24C4D45A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p w:rsidR="004064A4" w:rsidRDefault="00A220D4">
          <w:pPr>
            <w:pStyle w:val="mza"/>
          </w:pPr>
          <w:r>
            <w:t>Karadeniz Technical University</w:t>
          </w:r>
        </w:p>
      </w:sdtContent>
    </w:sdt>
    <w:p w:rsidR="004064A4" w:rsidRDefault="004064A4"/>
    <w:sectPr w:rsidR="004064A4" w:rsidSect="00877D20">
      <w:headerReference w:type="default" r:id="rId8"/>
      <w:footerReference w:type="default" r:id="rId9"/>
      <w:pgSz w:w="11907" w:h="16839" w:code="1"/>
      <w:pgMar w:top="1148" w:right="1050" w:bottom="1148" w:left="1050" w:header="709" w:footer="12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ABD" w:rsidRDefault="002A4ABD">
      <w:r>
        <w:separator/>
      </w:r>
    </w:p>
  </w:endnote>
  <w:endnote w:type="continuationSeparator" w:id="1">
    <w:p w:rsidR="002A4ABD" w:rsidRDefault="002A4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A4" w:rsidRDefault="0055754B">
    <w:pPr>
      <w:pStyle w:val="Altbilgi"/>
    </w:pPr>
    <w:r>
      <w:ptab w:relativeTo="margin" w:alignment="right" w:leader="none"/>
    </w:r>
    <w:r w:rsidR="00877D20">
      <w:fldChar w:fldCharType="begin"/>
    </w:r>
    <w:r>
      <w:instrText>PAGE</w:instrText>
    </w:r>
    <w:r w:rsidR="00877D20">
      <w:fldChar w:fldCharType="separate"/>
    </w:r>
    <w:r>
      <w:rPr>
        <w:lang w:val="tr-TR"/>
      </w:rPr>
      <w:t>2</w:t>
    </w:r>
    <w:r w:rsidR="00877D20">
      <w:fldChar w:fldCharType="end"/>
    </w:r>
    <w:r w:rsidR="00877D20" w:rsidRPr="00877D20">
      <w:rPr>
        <w:noProof/>
      </w:rPr>
    </w:r>
    <w:r w:rsidR="00877D20">
      <w:rPr>
        <w:noProof/>
      </w:rPr>
      <w:pict>
        <v:oval id="Oval 4" o:spid="_x0000_s4097" style="width:11.25pt;height:11.5pt;flip:x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" filled="f" fillcolor="#ff7d26" strokecolor="#ff7d26" strokeweight="3pt">
          <v:stroke linestyle="thinThin"/>
          <v:shadow color="#1f2f3f" opacity=".5" offset=",3pt"/>
          <w10:anchorlock/>
        </v:oval>
      </w:pict>
    </w:r>
  </w:p>
  <w:p w:rsidR="004064A4" w:rsidRDefault="004064A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ABD" w:rsidRDefault="002A4ABD">
      <w:r>
        <w:separator/>
      </w:r>
    </w:p>
  </w:footnote>
  <w:footnote w:type="continuationSeparator" w:id="1">
    <w:p w:rsidR="002A4ABD" w:rsidRDefault="002A4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A4" w:rsidRDefault="00877D20">
    <w:pPr>
      <w:pStyle w:val="stbilgi"/>
    </w:pPr>
    <w:sdt>
      <w:sdtPr>
        <w:id w:val="80127134"/>
        <w:dataBinding w:prefixMappings="xmlns:ns0='http://schemas.microsoft.com/office/2006/coverPageProps'" w:xpath="/ns0:CoverPageProperties[1]/ns0:PublishDate[1]" w:storeItemID="{55AF091B-3C7A-41E3-B477-F2FDAA23CFDA}"/>
        <w:date w:fullDate="2016-10-19T00:00:00Z">
          <w:dateFormat w:val="dd.MM.yyyy"/>
          <w:lid w:val="tr-TR"/>
          <w:storeMappedDataAs w:val="dateTime"/>
          <w:calendar w:val="gregorian"/>
        </w:date>
      </w:sdtPr>
      <w:sdtContent>
        <w:r w:rsidR="0046383D">
          <w:rPr>
            <w:lang w:val="tr-TR"/>
          </w:rPr>
          <w:t>19.10.2016</w:t>
        </w:r>
      </w:sdtContent>
    </w:sdt>
    <w:r w:rsidR="0055754B">
      <w:rPr>
        <w:color w:val="B9BEC7" w:themeColor="text2" w:themeTint="66"/>
        <w:sz w:val="16"/>
        <w:szCs w:val="16"/>
      </w:rPr>
      <w:sym w:font="Wingdings 2" w:char="F097"/>
    </w:r>
    <w:r w:rsidRPr="00877D2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Otomatik Şekil 3" o:spid="_x0000_s4099" type="#_x0000_t32" style="position:absolute;margin-left:0;margin-top:0;width:0;height:804.75pt;z-index:251656704;visibility:visible;mso-height-percent:1020;mso-left-percent:970;mso-top-percent:-10;mso-position-horizontal-relative:page;mso-position-vertical-relative:page;mso-height-percent:1020;mso-left-percent:970;mso-top-percent:-1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" strokecolor="#ff7d26" strokeweight="2.25pt">
          <w10:wrap anchorx="page" anchory="page"/>
        </v:shape>
      </w:pict>
    </w:r>
    <w:r w:rsidRPr="00877D20">
      <w:rPr>
        <w:noProof/>
      </w:rPr>
      <w:pict>
        <v:shape id="Otomatik Şekil 2" o:spid="_x0000_s4098" type="#_x0000_t32" style="position:absolute;margin-left:0;margin-top:0;width:0;height:810.75pt;z-index:251657728;visibility:visible;mso-height-percent:1030;mso-left-percent:958;mso-top-percent:-20;mso-position-horizontal-relative:page;mso-position-vertical-relative:page;mso-height-percent:1030;mso-left-percent:958;mso-top-percent:-2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" strokecolor="#ffcba8" strokeweight="4.5pt">
          <w10:wrap anchorx="page" anchory="page"/>
        </v:shape>
      </w:pict>
    </w:r>
    <w:sdt>
      <w:sdtPr>
        <w:id w:val="79853563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CC495C">
          <w:rPr>
            <w:lang w:val="tr-TR"/>
          </w:rPr>
          <w:t>GÖNÜL TOPDAĞ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MaddearetliListe"/>
    <w:lvl w:ilvl="0">
      <w:start w:val="1"/>
      <w:numFmt w:val="bullet"/>
      <w:pStyle w:val="Maddeareti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Maddeareti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NumaralListe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5122" style="mso-height-percent:900" fillcolor="white">
      <v:fill color="white"/>
      <o:colormru v:ext="edit" colors="#40a6be,#b4dce6,#98cfdc,#ff7d26,#ff9d5b"/>
    </o:shapedefaults>
    <o:shapelayout v:ext="edit">
      <o:idmap v:ext="edit" data="4"/>
      <o:rules v:ext="edit">
        <o:r id="V:Rule1" type="connector" idref="#Otomatik Şekil 3"/>
        <o:r id="V:Rule2" type="connector" idref="#Otomatik Şekil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F0362"/>
    <w:rsid w:val="00117C1F"/>
    <w:rsid w:val="0026680D"/>
    <w:rsid w:val="002A4ABD"/>
    <w:rsid w:val="004064A4"/>
    <w:rsid w:val="0046383D"/>
    <w:rsid w:val="00474641"/>
    <w:rsid w:val="004E7737"/>
    <w:rsid w:val="0054538A"/>
    <w:rsid w:val="0055754B"/>
    <w:rsid w:val="00866807"/>
    <w:rsid w:val="00877D20"/>
    <w:rsid w:val="00880D61"/>
    <w:rsid w:val="00A220D4"/>
    <w:rsid w:val="00C644EC"/>
    <w:rsid w:val="00CC495C"/>
    <w:rsid w:val="00CE740D"/>
    <w:rsid w:val="00DC2E65"/>
    <w:rsid w:val="00E11B66"/>
    <w:rsid w:val="00EA0ACF"/>
    <w:rsid w:val="00FF0362"/>
    <w:rsid w:val="00FF559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style="mso-height-percent:900" fillcolor="white">
      <v:fill color="white"/>
      <o:colormru v:ext="edit" colors="#40a6be,#b4dce6,#98cfdc,#ff7d26,#ff9d5b"/>
    </o:shapedefaults>
    <o:shapelayout v:ext="edit">
      <o:idmap v:ext="edit" data="1"/>
      <o:rules v:ext="edit">
        <o:r id="V:Rule1" type="connector" idref="#AutoShape 148"/>
        <o:r id="V:Rule2" type="connector" idref="#AutoShape 149"/>
        <o:r id="V:Rule3" type="connector" idref="#AutoShape 1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20"/>
    <w:rPr>
      <w:color w:val="414751" w:themeColor="text2" w:themeShade="BF"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semiHidden/>
    <w:unhideWhenUsed/>
    <w:rsid w:val="00877D20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rsid w:val="00877D2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rsid w:val="00877D2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rsid w:val="00877D20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rsid w:val="00877D20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rsid w:val="00877D20"/>
    <w:pPr>
      <w:spacing w:after="0"/>
      <w:outlineLvl w:val="5"/>
    </w:pPr>
    <w:rPr>
      <w:b/>
      <w:color w:val="E65B01" w:themeColor="accent1" w:themeShade="B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rsid w:val="00877D20"/>
    <w:pPr>
      <w:spacing w:after="0"/>
      <w:outlineLvl w:val="6"/>
    </w:pPr>
    <w:rPr>
      <w:b/>
      <w:i/>
      <w:color w:val="E65B01" w:themeColor="accent1" w:themeShade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rsid w:val="00877D20"/>
    <w:pPr>
      <w:spacing w:after="0"/>
      <w:outlineLvl w:val="7"/>
    </w:pPr>
    <w:rPr>
      <w:b/>
      <w:color w:val="3667C3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rsid w:val="00877D20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1"/>
    <w:rsid w:val="00877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Girinti">
    <w:name w:val="Normal Indent"/>
    <w:basedOn w:val="Normal"/>
    <w:uiPriority w:val="99"/>
    <w:unhideWhenUsed/>
    <w:rsid w:val="00877D20"/>
    <w:pPr>
      <w:ind w:left="720"/>
    </w:pPr>
  </w:style>
  <w:style w:type="character" w:styleId="KitapBal">
    <w:name w:val="Book Title"/>
    <w:basedOn w:val="VarsaylanParagrafYazTipi"/>
    <w:uiPriority w:val="33"/>
    <w:qFormat/>
    <w:rsid w:val="00877D20"/>
    <w:rPr>
      <w:rFonts w:cs="Times New Roman"/>
      <w:smallCaps/>
      <w:color w:val="000000"/>
      <w:spacing w:val="10"/>
    </w:rPr>
  </w:style>
  <w:style w:type="numbering" w:customStyle="1" w:styleId="MaddearetliListe">
    <w:name w:val="Madde İşaretli Liste"/>
    <w:uiPriority w:val="99"/>
    <w:rsid w:val="00877D20"/>
    <w:pPr>
      <w:numPr>
        <w:numId w:val="2"/>
      </w:numPr>
    </w:pPr>
  </w:style>
  <w:style w:type="paragraph" w:customStyle="1" w:styleId="GnderenAdresi">
    <w:name w:val="Gönderen Adresi"/>
    <w:basedOn w:val="Normal"/>
    <w:uiPriority w:val="2"/>
    <w:qFormat/>
    <w:rsid w:val="00877D20"/>
    <w:rPr>
      <w:color w:val="FFFFFF" w:themeColor="background1"/>
      <w:spacing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877D20"/>
    <w:pPr>
      <w:tabs>
        <w:tab w:val="center" w:pos="4680"/>
        <w:tab w:val="right" w:pos="9360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77D20"/>
    <w:rPr>
      <w:color w:val="414751" w:themeColor="text2" w:themeShade="BF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877D20"/>
    <w:pPr>
      <w:tabs>
        <w:tab w:val="center" w:pos="4680"/>
        <w:tab w:val="right" w:pos="9360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7D20"/>
    <w:rPr>
      <w:color w:val="414751" w:themeColor="text2" w:themeShade="BF"/>
      <w:sz w:val="20"/>
      <w:szCs w:val="20"/>
    </w:rPr>
  </w:style>
  <w:style w:type="paragraph" w:styleId="Selamlama">
    <w:name w:val="Salutation"/>
    <w:basedOn w:val="NormalGirinti"/>
    <w:next w:val="Normal"/>
    <w:link w:val="SelamlamaChar"/>
    <w:uiPriority w:val="4"/>
    <w:unhideWhenUsed/>
    <w:qFormat/>
    <w:rsid w:val="00877D20"/>
    <w:pPr>
      <w:ind w:left="0"/>
    </w:pPr>
    <w:rPr>
      <w:b/>
    </w:rPr>
  </w:style>
  <w:style w:type="character" w:customStyle="1" w:styleId="SelamlamaChar">
    <w:name w:val="Selamlama Char"/>
    <w:basedOn w:val="VarsaylanParagrafYazTipi"/>
    <w:link w:val="Selamlama"/>
    <w:uiPriority w:val="4"/>
    <w:rsid w:val="00877D20"/>
    <w:rPr>
      <w:b/>
      <w:color w:val="414751" w:themeColor="text2" w:themeShade="BF"/>
      <w:sz w:val="20"/>
      <w:szCs w:val="20"/>
    </w:rPr>
  </w:style>
  <w:style w:type="paragraph" w:customStyle="1" w:styleId="Konu">
    <w:name w:val="Konu"/>
    <w:basedOn w:val="NormalGirinti"/>
    <w:uiPriority w:val="7"/>
    <w:qFormat/>
    <w:rsid w:val="00877D20"/>
    <w:pPr>
      <w:ind w:left="0"/>
    </w:pPr>
    <w:rPr>
      <w:b/>
      <w:color w:val="FE8637" w:themeColor="accent1"/>
    </w:rPr>
  </w:style>
  <w:style w:type="paragraph" w:customStyle="1" w:styleId="AlcAdresi">
    <w:name w:val="Alıcı Adresi"/>
    <w:basedOn w:val="AralkYok"/>
    <w:uiPriority w:val="3"/>
    <w:qFormat/>
    <w:rsid w:val="00877D20"/>
    <w:pPr>
      <w:spacing w:after="480"/>
      <w:contextualSpacing/>
    </w:pPr>
    <w:rPr>
      <w:rFonts w:asciiTheme="majorHAnsi" w:hAnsiTheme="majorHAnsi"/>
    </w:rPr>
  </w:style>
  <w:style w:type="paragraph" w:styleId="Kapan">
    <w:name w:val="Closing"/>
    <w:basedOn w:val="AralkYok"/>
    <w:link w:val="KapanChar"/>
    <w:uiPriority w:val="5"/>
    <w:unhideWhenUsed/>
    <w:qFormat/>
    <w:rsid w:val="00877D20"/>
    <w:pPr>
      <w:spacing w:before="960" w:after="960"/>
      <w:ind w:right="2520"/>
    </w:pPr>
  </w:style>
  <w:style w:type="character" w:customStyle="1" w:styleId="KapanChar">
    <w:name w:val="Kapanış Char"/>
    <w:basedOn w:val="VarsaylanParagrafYazTipi"/>
    <w:link w:val="Kapan"/>
    <w:uiPriority w:val="5"/>
    <w:rsid w:val="00877D20"/>
    <w:rPr>
      <w:color w:val="414751" w:themeColor="text2" w:themeShade="BF"/>
      <w:sz w:val="20"/>
      <w:szCs w:val="20"/>
    </w:rPr>
  </w:style>
  <w:style w:type="character" w:styleId="Gl">
    <w:name w:val="Strong"/>
    <w:basedOn w:val="VarsaylanParagrafYazTipi"/>
    <w:uiPriority w:val="8"/>
    <w:qFormat/>
    <w:rsid w:val="00877D20"/>
    <w:rPr>
      <w:b/>
      <w:bCs/>
    </w:rPr>
  </w:style>
  <w:style w:type="paragraph" w:styleId="ResimYazs">
    <w:name w:val="caption"/>
    <w:basedOn w:val="Normal"/>
    <w:next w:val="Normal"/>
    <w:uiPriority w:val="99"/>
    <w:semiHidden/>
    <w:rsid w:val="00877D20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Vurgu">
    <w:name w:val="Emphasis"/>
    <w:uiPriority w:val="20"/>
    <w:qFormat/>
    <w:rsid w:val="00877D20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Balk1Char">
    <w:name w:val="Başlık 1 Char"/>
    <w:basedOn w:val="VarsaylanParagrafYazTipi"/>
    <w:link w:val="Balk1"/>
    <w:uiPriority w:val="9"/>
    <w:semiHidden/>
    <w:rsid w:val="00877D20"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77D20"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77D20"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77D20"/>
    <w:rPr>
      <w:rFonts w:asciiTheme="majorHAnsi" w:hAnsiTheme="majorHAnsi"/>
      <w:color w:val="E65B0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77D20"/>
    <w:rPr>
      <w:i/>
      <w:color w:val="E65B0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77D20"/>
    <w:rPr>
      <w:b/>
      <w:color w:val="E65B01" w:themeColor="accent1" w:themeShade="BF"/>
      <w:sz w:val="20"/>
      <w:szCs w:val="2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77D20"/>
    <w:rPr>
      <w:b/>
      <w:i/>
      <w:color w:val="E65B01" w:themeColor="accent1" w:themeShade="BF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77D20"/>
    <w:rPr>
      <w:b/>
      <w:color w:val="3667C3" w:themeColor="accent2" w:themeShade="BF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77D20"/>
    <w:rPr>
      <w:b/>
      <w:i/>
      <w:color w:val="3667C3" w:themeColor="accent2" w:themeShade="BF"/>
      <w:sz w:val="18"/>
      <w:szCs w:val="18"/>
    </w:rPr>
  </w:style>
  <w:style w:type="character" w:styleId="GlVurgulama">
    <w:name w:val="Intense Emphasis"/>
    <w:basedOn w:val="VarsaylanParagrafYazTipi"/>
    <w:uiPriority w:val="21"/>
    <w:qFormat/>
    <w:rsid w:val="00877D20"/>
    <w:rPr>
      <w:i/>
      <w:caps/>
      <w:color w:val="E65B01" w:themeColor="accent1" w:themeShade="BF"/>
      <w:spacing w:val="10"/>
      <w:sz w:val="18"/>
      <w:szCs w:val="18"/>
    </w:rPr>
  </w:style>
  <w:style w:type="paragraph" w:styleId="Trnak">
    <w:name w:val="Quote"/>
    <w:basedOn w:val="Normal"/>
    <w:link w:val="TrnakChar"/>
    <w:uiPriority w:val="29"/>
    <w:qFormat/>
    <w:rsid w:val="00877D20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877D20"/>
    <w:rPr>
      <w:i/>
      <w:color w:val="414751" w:themeColor="text2" w:themeShade="BF"/>
      <w:sz w:val="20"/>
      <w:szCs w:val="20"/>
    </w:rPr>
  </w:style>
  <w:style w:type="paragraph" w:styleId="KeskinTrnak">
    <w:name w:val="Intense Quote"/>
    <w:basedOn w:val="Trnak"/>
    <w:link w:val="KeskinTrnakChar"/>
    <w:uiPriority w:val="30"/>
    <w:qFormat/>
    <w:rsid w:val="00877D20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77D20"/>
    <w:rPr>
      <w:color w:val="E65B01" w:themeColor="accent1" w:themeShade="BF"/>
      <w:sz w:val="20"/>
      <w:szCs w:val="20"/>
    </w:rPr>
  </w:style>
  <w:style w:type="character" w:styleId="GlBavuru">
    <w:name w:val="Intense Reference"/>
    <w:basedOn w:val="VarsaylanParagrafYazTipi"/>
    <w:uiPriority w:val="32"/>
    <w:qFormat/>
    <w:rsid w:val="00877D20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aralListe">
    <w:name w:val="Numaralı Liste"/>
    <w:uiPriority w:val="99"/>
    <w:rsid w:val="00877D20"/>
    <w:pPr>
      <w:numPr>
        <w:numId w:val="3"/>
      </w:numPr>
    </w:pPr>
  </w:style>
  <w:style w:type="paragraph" w:styleId="AltKonuBal">
    <w:name w:val="Subtitle"/>
    <w:basedOn w:val="Normal"/>
    <w:link w:val="AltKonuBalChar"/>
    <w:uiPriority w:val="11"/>
    <w:rsid w:val="00877D20"/>
    <w:rPr>
      <w:i/>
      <w:color w:val="575F6D" w:themeColor="text2"/>
      <w:spacing w:val="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77D20"/>
    <w:rPr>
      <w:i/>
      <w:color w:val="575F6D" w:themeColor="text2"/>
      <w:spacing w:val="5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877D20"/>
    <w:rPr>
      <w:i/>
      <w:color w:val="E65B01" w:themeColor="accent1" w:themeShade="BF"/>
    </w:rPr>
  </w:style>
  <w:style w:type="character" w:styleId="HafifBavuru">
    <w:name w:val="Subtle Reference"/>
    <w:basedOn w:val="VarsaylanParagrafYazTipi"/>
    <w:uiPriority w:val="31"/>
    <w:qFormat/>
    <w:rsid w:val="00877D20"/>
    <w:rPr>
      <w:rFonts w:cs="Times New Roman"/>
      <w:b/>
      <w:i/>
      <w:color w:val="3667C3" w:themeColor="accent2" w:themeShade="BF"/>
    </w:rPr>
  </w:style>
  <w:style w:type="paragraph" w:styleId="KonuBal">
    <w:name w:val="Title"/>
    <w:basedOn w:val="Normal"/>
    <w:link w:val="KonuBalChar"/>
    <w:uiPriority w:val="10"/>
    <w:rsid w:val="00877D2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77D2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AralkYok">
    <w:name w:val="No Spacing"/>
    <w:uiPriority w:val="1"/>
    <w:unhideWhenUsed/>
    <w:qFormat/>
    <w:rsid w:val="00877D20"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Kenarubuu">
    <w:name w:val="Kenar Çubuğu"/>
    <w:basedOn w:val="Normal"/>
    <w:uiPriority w:val="2"/>
    <w:semiHidden/>
    <w:unhideWhenUsed/>
    <w:rsid w:val="00877D20"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7D20"/>
    <w:rPr>
      <w:rFonts w:ascii="Tahoma" w:hAnsi="Tahoma" w:cs="Tahoma"/>
      <w:color w:val="414751" w:themeColor="text2" w:themeShade="BF"/>
      <w:sz w:val="16"/>
      <w:szCs w:val="16"/>
    </w:rPr>
  </w:style>
  <w:style w:type="character" w:styleId="YerTutucuMetni">
    <w:name w:val="Placeholder Text"/>
    <w:basedOn w:val="VarsaylanParagrafYazTipi"/>
    <w:uiPriority w:val="99"/>
    <w:unhideWhenUsed/>
    <w:rsid w:val="00877D20"/>
    <w:rPr>
      <w:color w:val="808080"/>
    </w:rPr>
  </w:style>
  <w:style w:type="paragraph" w:customStyle="1" w:styleId="GndereninAdresi">
    <w:name w:val="Gönderenin Adresi"/>
    <w:basedOn w:val="Normal"/>
    <w:uiPriority w:val="2"/>
    <w:qFormat/>
    <w:rsid w:val="00877D20"/>
    <w:rPr>
      <w:color w:val="FFFFFF" w:themeColor="background1"/>
      <w:spacing w:val="20"/>
    </w:rPr>
  </w:style>
  <w:style w:type="paragraph" w:styleId="Tarih">
    <w:name w:val="Date"/>
    <w:basedOn w:val="Normal"/>
    <w:next w:val="Normal"/>
    <w:link w:val="TarihChar"/>
    <w:uiPriority w:val="99"/>
    <w:unhideWhenUsed/>
    <w:rsid w:val="00877D20"/>
    <w:rPr>
      <w:b/>
      <w:color w:val="FE8637" w:themeColor="accent1"/>
    </w:rPr>
  </w:style>
  <w:style w:type="character" w:customStyle="1" w:styleId="TarihChar">
    <w:name w:val="Tarih Char"/>
    <w:basedOn w:val="VarsaylanParagrafYazTipi"/>
    <w:link w:val="Tarih"/>
    <w:uiPriority w:val="99"/>
    <w:rsid w:val="00877D20"/>
    <w:rPr>
      <w:b/>
      <w:color w:val="FE8637" w:themeColor="accent1"/>
      <w:sz w:val="20"/>
      <w:szCs w:val="20"/>
    </w:rPr>
  </w:style>
  <w:style w:type="paragraph" w:styleId="mza">
    <w:name w:val="Signature"/>
    <w:basedOn w:val="Kapan"/>
    <w:link w:val="mzaChar"/>
    <w:uiPriority w:val="99"/>
    <w:unhideWhenUsed/>
    <w:rsid w:val="00877D20"/>
    <w:pPr>
      <w:spacing w:before="0" w:after="0"/>
      <w:contextualSpacing/>
    </w:pPr>
  </w:style>
  <w:style w:type="character" w:customStyle="1" w:styleId="mzaChar">
    <w:name w:val="İmza Char"/>
    <w:basedOn w:val="VarsaylanParagrafYazTipi"/>
    <w:link w:val="mza"/>
    <w:uiPriority w:val="99"/>
    <w:rsid w:val="00877D20"/>
    <w:rPr>
      <w:color w:val="414751" w:themeColor="text2" w:themeShade="BF"/>
      <w:sz w:val="20"/>
      <w:szCs w:val="20"/>
    </w:rPr>
  </w:style>
  <w:style w:type="paragraph" w:customStyle="1" w:styleId="AlcAd">
    <w:name w:val="Alıcı Adı"/>
    <w:basedOn w:val="Normal"/>
    <w:uiPriority w:val="3"/>
    <w:qFormat/>
    <w:rsid w:val="00877D20"/>
    <w:pPr>
      <w:spacing w:before="480" w:after="0" w:line="240" w:lineRule="auto"/>
      <w:contextualSpacing/>
    </w:pPr>
    <w:rPr>
      <w:b/>
    </w:rPr>
  </w:style>
  <w:style w:type="paragraph" w:styleId="ListeParagraf">
    <w:name w:val="List Paragraph"/>
    <w:basedOn w:val="Normal"/>
    <w:uiPriority w:val="39"/>
    <w:semiHidden/>
    <w:unhideWhenUsed/>
    <w:qFormat/>
    <w:rsid w:val="00877D20"/>
    <w:pPr>
      <w:ind w:left="720"/>
    </w:pPr>
  </w:style>
  <w:style w:type="paragraph" w:customStyle="1" w:styleId="Maddeareti1">
    <w:name w:val="Madde İşareti 1"/>
    <w:basedOn w:val="ListeParagraf"/>
    <w:uiPriority w:val="37"/>
    <w:qFormat/>
    <w:rsid w:val="00877D20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ddeareti2">
    <w:name w:val="Madde İşareti 2"/>
    <w:basedOn w:val="ListeParagraf"/>
    <w:uiPriority w:val="37"/>
    <w:qFormat/>
    <w:rsid w:val="00877D20"/>
    <w:pPr>
      <w:numPr>
        <w:ilvl w:val="1"/>
        <w:numId w:val="22"/>
      </w:numPr>
      <w:contextualSpacing/>
    </w:pPr>
    <w:rPr>
      <w:color w:val="auto"/>
    </w:rPr>
  </w:style>
  <w:style w:type="paragraph" w:customStyle="1" w:styleId="irketAd">
    <w:name w:val="Şirket Adı"/>
    <w:basedOn w:val="Normal"/>
    <w:uiPriority w:val="4"/>
    <w:qFormat/>
    <w:rsid w:val="00877D20"/>
    <w:rPr>
      <w:color w:val="FFFFFF" w:themeColor="background1"/>
      <w:spacing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Girinti">
    <w:name w:val="Normal Indent"/>
    <w:basedOn w:val="Normal"/>
    <w:uiPriority w:val="99"/>
    <w:unhideWhenUsed/>
    <w:pPr>
      <w:ind w:left="720"/>
    </w:pPr>
  </w:style>
  <w:style w:type="character" w:styleId="KitapBal">
    <w:name w:val="Book Title"/>
    <w:basedOn w:val="VarsaylanParagrafYazTipi"/>
    <w:uiPriority w:val="33"/>
    <w:qFormat/>
    <w:rPr>
      <w:rFonts w:cs="Times New Roman"/>
      <w:smallCaps/>
      <w:color w:val="000000"/>
      <w:spacing w:val="10"/>
    </w:rPr>
  </w:style>
  <w:style w:type="numbering" w:customStyle="1" w:styleId="MaddearetliListe">
    <w:name w:val="Madde İşaretli Liste"/>
    <w:uiPriority w:val="99"/>
    <w:pPr>
      <w:numPr>
        <w:numId w:val="2"/>
      </w:numPr>
    </w:pPr>
  </w:style>
  <w:style w:type="paragraph" w:customStyle="1" w:styleId="GnderenAdresi">
    <w:name w:val="Gönderen Adresi"/>
    <w:basedOn w:val="Normal"/>
    <w:uiPriority w:val="2"/>
    <w:qFormat/>
    <w:rPr>
      <w:color w:val="FFFFFF" w:themeColor="background1"/>
      <w:spacing w:val="20"/>
    </w:rPr>
  </w:style>
  <w:style w:type="paragraph" w:styleId="stbilgi">
    <w:name w:val="header"/>
    <w:basedOn w:val="Normal"/>
    <w:link w:val="stbilgi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Pr>
      <w:color w:val="414751" w:themeColor="text2" w:themeShade="BF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Pr>
      <w:color w:val="414751" w:themeColor="text2" w:themeShade="BF"/>
      <w:sz w:val="20"/>
      <w:szCs w:val="20"/>
    </w:rPr>
  </w:style>
  <w:style w:type="paragraph" w:styleId="Selamlama">
    <w:name w:val="Salutation"/>
    <w:basedOn w:val="NormalGirinti"/>
    <w:next w:val="Normal"/>
    <w:link w:val="SelamlamaChar"/>
    <w:uiPriority w:val="4"/>
    <w:unhideWhenUsed/>
    <w:qFormat/>
    <w:pPr>
      <w:ind w:left="0"/>
    </w:pPr>
    <w:rPr>
      <w:b/>
    </w:rPr>
  </w:style>
  <w:style w:type="character" w:customStyle="1" w:styleId="SelamlamaChar">
    <w:name w:val="Selamlama Char"/>
    <w:basedOn w:val="VarsaylanParagrafYazTipi"/>
    <w:link w:val="Selamlama"/>
    <w:uiPriority w:val="4"/>
    <w:rPr>
      <w:b/>
      <w:color w:val="414751" w:themeColor="text2" w:themeShade="BF"/>
      <w:sz w:val="20"/>
      <w:szCs w:val="20"/>
    </w:rPr>
  </w:style>
  <w:style w:type="paragraph" w:customStyle="1" w:styleId="Konu">
    <w:name w:val="Konu"/>
    <w:basedOn w:val="NormalGirinti"/>
    <w:uiPriority w:val="7"/>
    <w:qFormat/>
    <w:pPr>
      <w:ind w:left="0"/>
    </w:pPr>
    <w:rPr>
      <w:b/>
      <w:color w:val="FE8637" w:themeColor="accent1"/>
    </w:rPr>
  </w:style>
  <w:style w:type="paragraph" w:customStyle="1" w:styleId="AlcAdresi">
    <w:name w:val="Alıcı Adresi"/>
    <w:basedOn w:val="AralkYok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Kapan">
    <w:name w:val="Closing"/>
    <w:basedOn w:val="AralkYok"/>
    <w:link w:val="KapanChar"/>
    <w:uiPriority w:val="5"/>
    <w:unhideWhenUsed/>
    <w:qFormat/>
    <w:pPr>
      <w:spacing w:before="960" w:after="960"/>
      <w:ind w:right="2520"/>
    </w:pPr>
  </w:style>
  <w:style w:type="character" w:customStyle="1" w:styleId="KapanChar">
    <w:name w:val="Kapanış Char"/>
    <w:basedOn w:val="VarsaylanParagrafYazTipi"/>
    <w:link w:val="Kapan"/>
    <w:uiPriority w:val="5"/>
    <w:rPr>
      <w:color w:val="414751" w:themeColor="text2" w:themeShade="BF"/>
      <w:sz w:val="20"/>
      <w:szCs w:val="20"/>
    </w:rPr>
  </w:style>
  <w:style w:type="character" w:styleId="Gl">
    <w:name w:val="Strong"/>
    <w:basedOn w:val="VarsaylanParagrafYazTipi"/>
    <w:uiPriority w:val="8"/>
    <w:qFormat/>
    <w:rPr>
      <w:b/>
      <w:bCs/>
    </w:rPr>
  </w:style>
  <w:style w:type="paragraph" w:styleId="ResimYazs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Vurgu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Balk1Char">
    <w:name w:val="Başlık 1 Char"/>
    <w:basedOn w:val="VarsaylanParagrafYazTipi"/>
    <w:link w:val="Bal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Pr>
      <w:i/>
      <w:color w:val="E65B0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Balk7Char">
    <w:name w:val="Başlık 7 Char"/>
    <w:basedOn w:val="VarsaylanParagrafYazTipi"/>
    <w:link w:val="Bal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GlVurgulama">
    <w:name w:val="Intense Emphasis"/>
    <w:basedOn w:val="VarsaylanParagrafYazTipi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Trnak">
    <w:name w:val="Quote"/>
    <w:basedOn w:val="Normal"/>
    <w:link w:val="TrnakChar"/>
    <w:uiPriority w:val="29"/>
    <w:qFormat/>
    <w:rPr>
      <w:i/>
    </w:rPr>
  </w:style>
  <w:style w:type="character" w:customStyle="1" w:styleId="TrnakChar">
    <w:name w:val="Tırnak Char"/>
    <w:basedOn w:val="VarsaylanParagrafYazTipi"/>
    <w:link w:val="Trnak"/>
    <w:uiPriority w:val="29"/>
    <w:rPr>
      <w:i/>
      <w:color w:val="414751" w:themeColor="text2" w:themeShade="BF"/>
      <w:sz w:val="20"/>
      <w:szCs w:val="20"/>
    </w:rPr>
  </w:style>
  <w:style w:type="paragraph" w:styleId="KeskinTrnak">
    <w:name w:val="Intense Quote"/>
    <w:basedOn w:val="Trnak"/>
    <w:link w:val="KeskinTrnakChar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Pr>
      <w:color w:val="E65B01" w:themeColor="accent1" w:themeShade="BF"/>
      <w:sz w:val="20"/>
      <w:szCs w:val="20"/>
    </w:rPr>
  </w:style>
  <w:style w:type="character" w:styleId="GlBavuru">
    <w:name w:val="Intense Reference"/>
    <w:basedOn w:val="VarsaylanParagrafYazTipi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aralListe">
    <w:name w:val="Numaralı Liste"/>
    <w:uiPriority w:val="99"/>
    <w:pPr>
      <w:numPr>
        <w:numId w:val="3"/>
      </w:numPr>
    </w:pPr>
  </w:style>
  <w:style w:type="paragraph" w:styleId="AltKonuBal">
    <w:name w:val="Subtitle"/>
    <w:basedOn w:val="Normal"/>
    <w:link w:val="AltKonuBalChar"/>
    <w:uiPriority w:val="11"/>
    <w:rPr>
      <w:i/>
      <w:color w:val="575F6D" w:themeColor="text2"/>
      <w:spacing w:val="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Pr>
      <w:i/>
      <w:color w:val="575F6D" w:themeColor="text2"/>
      <w:spacing w:val="5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Pr>
      <w:i/>
      <w:color w:val="E65B01" w:themeColor="accent1" w:themeShade="BF"/>
    </w:rPr>
  </w:style>
  <w:style w:type="character" w:styleId="HafifBavuru">
    <w:name w:val="Subtle Reference"/>
    <w:basedOn w:val="VarsaylanParagrafYazTipi"/>
    <w:uiPriority w:val="31"/>
    <w:qFormat/>
    <w:rPr>
      <w:rFonts w:cs="Times New Roman"/>
      <w:b/>
      <w:i/>
      <w:color w:val="3667C3" w:themeColor="accent2" w:themeShade="BF"/>
    </w:rPr>
  </w:style>
  <w:style w:type="paragraph" w:styleId="KonuBal">
    <w:name w:val="Title"/>
    <w:basedOn w:val="Normal"/>
    <w:link w:val="KonuBalChar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AralkYok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Kenarubuu">
    <w:name w:val="Kenar Çubuğu"/>
    <w:basedOn w:val="Normal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YerTutucuMetni">
    <w:name w:val="Placeholder Text"/>
    <w:basedOn w:val="VarsaylanParagrafYazTipi"/>
    <w:uiPriority w:val="99"/>
    <w:unhideWhenUsed/>
    <w:rPr>
      <w:color w:val="808080"/>
    </w:rPr>
  </w:style>
  <w:style w:type="paragraph" w:customStyle="1" w:styleId="GndereninAdresi">
    <w:name w:val="Gönderenin Adresi"/>
    <w:basedOn w:val="Normal"/>
    <w:uiPriority w:val="2"/>
    <w:qFormat/>
    <w:rPr>
      <w:color w:val="FFFFFF" w:themeColor="background1"/>
      <w:spacing w:val="20"/>
    </w:rPr>
  </w:style>
  <w:style w:type="paragraph" w:styleId="Tarih">
    <w:name w:val="Date"/>
    <w:basedOn w:val="Normal"/>
    <w:next w:val="Normal"/>
    <w:link w:val="TarihChar"/>
    <w:uiPriority w:val="99"/>
    <w:unhideWhenUsed/>
    <w:rPr>
      <w:b/>
      <w:color w:val="FE8637" w:themeColor="accent1"/>
    </w:rPr>
  </w:style>
  <w:style w:type="character" w:customStyle="1" w:styleId="TarihChar">
    <w:name w:val="Tarih Char"/>
    <w:basedOn w:val="VarsaylanParagrafYazTipi"/>
    <w:link w:val="Tarih"/>
    <w:uiPriority w:val="99"/>
    <w:rPr>
      <w:b/>
      <w:color w:val="FE8637" w:themeColor="accent1"/>
      <w:sz w:val="20"/>
      <w:szCs w:val="20"/>
    </w:rPr>
  </w:style>
  <w:style w:type="paragraph" w:styleId="mza">
    <w:name w:val="Signature"/>
    <w:basedOn w:val="Kapan"/>
    <w:link w:val="mzaChar"/>
    <w:uiPriority w:val="99"/>
    <w:unhideWhenUsed/>
    <w:pPr>
      <w:spacing w:before="0" w:after="0"/>
      <w:contextualSpacing/>
    </w:pPr>
  </w:style>
  <w:style w:type="character" w:customStyle="1" w:styleId="mzaChar">
    <w:name w:val="İmza Char"/>
    <w:basedOn w:val="VarsaylanParagrafYazTipi"/>
    <w:link w:val="mza"/>
    <w:uiPriority w:val="99"/>
    <w:rPr>
      <w:color w:val="414751" w:themeColor="text2" w:themeShade="BF"/>
      <w:sz w:val="20"/>
      <w:szCs w:val="20"/>
    </w:rPr>
  </w:style>
  <w:style w:type="paragraph" w:customStyle="1" w:styleId="AlcAd">
    <w:name w:val="Alıcı Adı"/>
    <w:basedOn w:val="Normal"/>
    <w:uiPriority w:val="3"/>
    <w:qFormat/>
    <w:pPr>
      <w:spacing w:before="480" w:after="0" w:line="240" w:lineRule="auto"/>
      <w:contextualSpacing/>
    </w:pPr>
    <w:rPr>
      <w:b/>
    </w:rPr>
  </w:style>
  <w:style w:type="paragraph" w:styleId="ListeParagraf">
    <w:name w:val="List Paragraph"/>
    <w:basedOn w:val="Normal"/>
    <w:uiPriority w:val="39"/>
    <w:semiHidden/>
    <w:unhideWhenUsed/>
    <w:qFormat/>
    <w:pPr>
      <w:ind w:left="720"/>
    </w:pPr>
  </w:style>
  <w:style w:type="paragraph" w:customStyle="1" w:styleId="Maddeareti1">
    <w:name w:val="Madde İşareti 1"/>
    <w:basedOn w:val="ListeParagraf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ddeareti2">
    <w:name w:val="Madde İşareti 2"/>
    <w:basedOn w:val="ListeParagraf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irketAd">
    <w:name w:val="Şirket Adı"/>
    <w:basedOn w:val="Normal"/>
    <w:uiPriority w:val="4"/>
    <w:qFormat/>
    <w:rPr>
      <w:color w:val="FFFFFF" w:themeColor="background1"/>
      <w:spacing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55\Oriel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ECFD7310524CD089547C55FAF34A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7CAA576-A689-4820-B0DD-332B7A1A546B}"/>
      </w:docPartPr>
      <w:docPartBody>
        <w:p w:rsidR="00FA156C" w:rsidRDefault="00407327">
          <w:pPr>
            <w:pStyle w:val="02ECFD7310524CD089547C55FAF34ADE"/>
          </w:pPr>
          <w:r>
            <w:rPr>
              <w:b/>
              <w:bCs/>
              <w:color w:val="4F81BD" w:themeColor="accent1"/>
              <w:lang w:val="tr-TR"/>
            </w:rPr>
            <w:t>[Tarihi seçin]</w:t>
          </w:r>
        </w:p>
      </w:docPartBody>
    </w:docPart>
    <w:docPart>
      <w:docPartPr>
        <w:name w:val="657BD94A701E495AAF2F649C9C587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FD9F3C2-FA1C-4241-842D-6114AFE3D962}"/>
      </w:docPartPr>
      <w:docPartBody>
        <w:p w:rsidR="00FA156C" w:rsidRDefault="00407327">
          <w:pPr>
            <w:pStyle w:val="657BD94A701E495AAF2F649C9C587AFE"/>
          </w:pPr>
          <w:r>
            <w:rPr>
              <w:lang w:val="tr-TR"/>
            </w:rPr>
            <w:t>[Gönderen adını yazın]</w:t>
          </w:r>
        </w:p>
      </w:docPartBody>
    </w:docPart>
    <w:docPart>
      <w:docPartPr>
        <w:name w:val="B8A6207A1A994C83B6D31F7E24C4D45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E2305C-0BA7-4081-8F8A-44E8634917B8}"/>
      </w:docPartPr>
      <w:docPartBody>
        <w:p w:rsidR="00FA156C" w:rsidRDefault="00407327">
          <w:pPr>
            <w:pStyle w:val="B8A6207A1A994C83B6D31F7E24C4D45A"/>
          </w:pPr>
          <w:r>
            <w:rPr>
              <w:lang w:val="tr-TR"/>
            </w:rPr>
            <w:t>[Gönderen şirket adını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407327"/>
    <w:rsid w:val="002461E0"/>
    <w:rsid w:val="002F4FB0"/>
    <w:rsid w:val="00407327"/>
    <w:rsid w:val="00FA1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B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02ECFD7310524CD089547C55FAF34ADE">
    <w:name w:val="02ECFD7310524CD089547C55FAF34ADE"/>
    <w:rsid w:val="002F4FB0"/>
  </w:style>
  <w:style w:type="paragraph" w:customStyle="1" w:styleId="D4DE2D49D40F4D92B2268E4F559C5925">
    <w:name w:val="D4DE2D49D40F4D92B2268E4F559C5925"/>
    <w:rsid w:val="002F4FB0"/>
  </w:style>
  <w:style w:type="character" w:styleId="YerTutucuMetni">
    <w:name w:val="Placeholder Text"/>
    <w:basedOn w:val="VarsaylanParagrafYazTipi"/>
    <w:uiPriority w:val="99"/>
    <w:unhideWhenUsed/>
    <w:rsid w:val="002F4FB0"/>
    <w:rPr>
      <w:color w:val="808080"/>
    </w:rPr>
  </w:style>
  <w:style w:type="paragraph" w:customStyle="1" w:styleId="CCDF42242E964083932ED422B883214F">
    <w:name w:val="CCDF42242E964083932ED422B883214F"/>
    <w:rsid w:val="002F4FB0"/>
  </w:style>
  <w:style w:type="paragraph" w:customStyle="1" w:styleId="1D1A26CECE4B4828BD3AB79DBA169A30">
    <w:name w:val="1D1A26CECE4B4828BD3AB79DBA169A30"/>
    <w:rsid w:val="002F4FB0"/>
  </w:style>
  <w:style w:type="paragraph" w:customStyle="1" w:styleId="EDF7E2898A1A47C495DC64DB96494228">
    <w:name w:val="EDF7E2898A1A47C495DC64DB96494228"/>
    <w:rsid w:val="002F4FB0"/>
  </w:style>
  <w:style w:type="paragraph" w:customStyle="1" w:styleId="9C7A364980F848B887FF8E90C3EA534A">
    <w:name w:val="9C7A364980F848B887FF8E90C3EA534A"/>
    <w:rsid w:val="002F4FB0"/>
  </w:style>
  <w:style w:type="paragraph" w:customStyle="1" w:styleId="EFCC469B1D534A3EBA3EEC554A28957E">
    <w:name w:val="EFCC469B1D534A3EBA3EEC554A28957E"/>
    <w:rsid w:val="002F4FB0"/>
  </w:style>
  <w:style w:type="paragraph" w:customStyle="1" w:styleId="657BD94A701E495AAF2F649C9C587AFE">
    <w:name w:val="657BD94A701E495AAF2F649C9C587AFE"/>
    <w:rsid w:val="002F4FB0"/>
  </w:style>
  <w:style w:type="paragraph" w:customStyle="1" w:styleId="B8A6207A1A994C83B6D31F7E24C4D45A">
    <w:name w:val="B8A6207A1A994C83B6D31F7E24C4D45A"/>
    <w:rsid w:val="002F4FB0"/>
  </w:style>
  <w:style w:type="paragraph" w:customStyle="1" w:styleId="6070AF97979045A683B2E39CBD235AA7">
    <w:name w:val="6070AF97979045A683B2E39CBD235AA7"/>
    <w:rsid w:val="002F4FB0"/>
  </w:style>
  <w:style w:type="paragraph" w:customStyle="1" w:styleId="31ABF9186DF74B7794FFFA9AFDB6480E">
    <w:name w:val="31ABF9186DF74B7794FFFA9AFDB6480E"/>
    <w:rsid w:val="002F4FB0"/>
  </w:style>
  <w:style w:type="paragraph" w:customStyle="1" w:styleId="912BDDBC024F4679B8FC059D2AA0EBC6">
    <w:name w:val="912BDDBC024F4679B8FC059D2AA0EBC6"/>
    <w:rsid w:val="002F4FB0"/>
  </w:style>
  <w:style w:type="paragraph" w:customStyle="1" w:styleId="2618EA3BE7804A918FAF1084FE20B8D2">
    <w:name w:val="2618EA3BE7804A918FAF1084FE20B8D2"/>
    <w:rsid w:val="002F4FB0"/>
  </w:style>
  <w:style w:type="paragraph" w:customStyle="1" w:styleId="3457F480C8E6484285F6DBACAC88EED5">
    <w:name w:val="3457F480C8E6484285F6DBACAC88EED5"/>
    <w:rsid w:val="00FA15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2016-10-19T00:00:00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69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Karadeniz Technical University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GÖNÜL TOPDAĞ</dc:creator>
  <cp:lastModifiedBy>Gönül</cp:lastModifiedBy>
  <cp:revision>12</cp:revision>
  <dcterms:created xsi:type="dcterms:W3CDTF">2012-10-17T18:42:00Z</dcterms:created>
  <dcterms:modified xsi:type="dcterms:W3CDTF">2013-10-05T15:07:00Z</dcterms:modified>
</cp:coreProperties>
</file>